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7E6E6" w:themeColor="background2"/>
  <w:body>
    <w:p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-1170940</wp:posOffset>
                </wp:positionH>
                <wp:positionV relativeFrom="paragraph">
                  <wp:posOffset>-231775</wp:posOffset>
                </wp:positionV>
                <wp:extent cx="6445250" cy="9761855"/>
                <wp:effectExtent l="0" t="0" r="12700" b="1079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19785" y="725170"/>
                          <a:ext cx="6445250" cy="97618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2pt;margin-top:-18.25pt;height:768.65pt;width:507.5pt;z-index:251657216;v-text-anchor:middle;mso-width-relative:page;mso-height-relative:page;" fillcolor="#FFFFFF [3212]" filled="t" stroked="f" coordsize="21600,21600" o:gfxdata="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LaF5faAAAADQEAAA8AAAAA&#10;AAAAAQAgAAAAIgAAAGRycy9kb3ducmV2LnhtbFBLAQIUABQAAAAIAIdO4kBGA3BZhAIAAPcEAAAO&#10;AAAAAAAAAAEAIAAAACkBAABkcnMvZTJvRG9jLnhtbFBLBQYAAAAABgAGAFkBAAAfBgAAAAA=&#10;">
                <v:fill on="t" opacity="39321f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-678815</wp:posOffset>
                </wp:positionH>
                <wp:positionV relativeFrom="paragraph">
                  <wp:posOffset>211455</wp:posOffset>
                </wp:positionV>
                <wp:extent cx="5507990" cy="903287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94410" y="820420"/>
                          <a:ext cx="5507990" cy="9032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6"/>
                              <w:tblpPr w:leftFromText="180" w:rightFromText="180" w:horzAnchor="margin" w:tblpXSpec="left" w:tblpY="-13843"/>
                              <w:tblOverlap w:val="never"/>
                              <w:tblW w:w="0" w:type="auto"/>
                              <w:tblInd w:w="14" w:type="dxa"/>
                              <w:tblBorders>
                                <w:top w:val="thinThickSmallGap" w:color="C00000" w:sz="24" w:space="0"/>
                                <w:left w:val="thinThickSmallGap" w:color="C00000" w:sz="24" w:space="0"/>
                                <w:bottom w:val="thinThickSmallGap" w:color="C00000" w:sz="24" w:space="0"/>
                                <w:right w:val="thinThickSmallGap" w:color="C00000" w:sz="24" w:space="0"/>
                                <w:insideH w:val="single" w:color="C00000" w:sz="12" w:space="0"/>
                                <w:insideV w:val="single" w:color="C00000" w:sz="12" w:space="0"/>
                              </w:tblBorders>
                              <w:tblLayout w:type="autofit"/>
                              <w:tblCellMar>
                                <w:left w:w="108" w:type="dxa"/>
                                <w:right w:w="108" w:type="dxa"/>
                              </w:tblCellMar>
                            </w:tblPr>
                            <w:tblGrid>
                              <w:gridCol w:w="1404"/>
                              <w:gridCol w:w="1404"/>
                              <w:gridCol w:w="1404"/>
                              <w:gridCol w:w="1405"/>
                              <w:gridCol w:w="1405"/>
                              <w:gridCol w:w="1405"/>
                            </w:tblGrid>
                            <w:tr>
                              <w:tblPrEx>
                                <w:tblBorders>
                                  <w:top w:val="thinThickSmallGap" w:color="C00000" w:sz="24" w:space="0"/>
                                  <w:left w:val="thinThickSmallGap" w:color="C00000" w:sz="24" w:space="0"/>
                                  <w:bottom w:val="thinThickSmallGap" w:color="C00000" w:sz="24" w:space="0"/>
                                  <w:right w:val="thinThickSmallGap" w:color="C00000" w:sz="24" w:space="0"/>
                                  <w:insideH w:val="single" w:color="C00000" w:sz="12" w:space="0"/>
                                  <w:insideV w:val="single" w:color="C00000" w:sz="12" w:space="0"/>
                                </w:tblBorders>
                                <w:tblCellMar>
                                  <w:left w:w="108" w:type="dxa"/>
                                  <w:right w:w="108" w:type="dxa"/>
                                </w:tblCellMar>
                              </w:tblPrEx>
                              <w:trPr>
                                <w:trHeight w:val="13847" w:hRule="atLeast"/>
                              </w:trPr>
                              <w:tc>
                                <w:tcPr>
                                  <w:tcW w:w="1404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ind w:left="113" w:right="113"/>
                                    <w:jc w:val="both"/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承欢侍宴无闲暇，春从春游夜专夜。</w:t>
                                  </w:r>
                                  <w:r>
                                    <w:rPr>
                                      <w:rFonts w:hint="default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 </w:t>
                                  </w: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后宫佳丽三千人，三千宠爱在一身。</w:t>
                                  </w:r>
                                  <w:r>
                                    <w:rPr>
                                      <w:rFonts w:hint="default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04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ind w:left="113" w:right="113"/>
                                    <w:jc w:val="both"/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云</w:t>
                                  </w: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鬓花颜金步摇，芙蓉帐暖度春宵。春宵苦短日高起，从此君王不早朝。</w:t>
                                  </w:r>
                                  <w:r>
                                    <w:rPr>
                                      <w:rFonts w:hint="default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  </w:t>
                                  </w:r>
                                </w:p>
                              </w:tc>
                              <w:tc>
                                <w:tcPr>
                                  <w:tcW w:w="1404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ind w:left="113" w:right="113"/>
                                    <w:jc w:val="both"/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春寒赐浴华清池，温泉水滑洗凝脂</w:t>
                                  </w: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  <w:lang w:eastAsia="zh-CN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侍儿扶起娇无力，始是新承恩泽时。</w:t>
                                  </w:r>
                                  <w:r>
                                    <w:rPr>
                                      <w:rFonts w:hint="default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  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ind w:left="113" w:right="113"/>
                                    <w:jc w:val="both"/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天生丽质难自弃，一朝选在君王侧。回眸一笑百媚生，六宫粉黛无颜色。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ind w:left="113" w:right="113"/>
                                    <w:jc w:val="both"/>
                                    <w:rPr>
                                      <w:vertAlign w:val="baseline"/>
                                    </w:rPr>
                                  </w:pPr>
                                  <w:r>
                                    <w:rPr>
                                      <w:rFonts w:hint="eastAsia" w:ascii="隶书" w:hAnsi="隶书" w:eastAsia="隶书" w:cs="隶书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汉皇重色思倾国，御宇多年求不得。杨家有女初长成，养在深闺人未识。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i w:val="0"/>
                                      <w:caps w:val="0"/>
                                      <w:color w:val="333333"/>
                                      <w:spacing w:val="0"/>
                                      <w:sz w:val="44"/>
                                      <w:szCs w:val="44"/>
                                      <w:shd w:val="clear" w:fill="FFFFFF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extDirection w:val="tbRlV"/>
                                  <w:vAlign w:val="center"/>
                                </w:tcPr>
                                <w:p>
                                  <w:pPr>
                                    <w:ind w:left="113" w:right="113"/>
                                    <w:jc w:val="both"/>
                                    <w:rPr>
                                      <w:rFonts w:hint="default" w:eastAsiaTheme="minorEastAsia"/>
                                      <w:vertAlign w:val="baseli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隶书" w:hAnsi="隶书" w:eastAsia="隶书" w:cs="隶书"/>
                                      <w:color w:val="auto"/>
                                      <w:sz w:val="52"/>
                                      <w:szCs w:val="72"/>
                                      <w:vertAlign w:val="baseline"/>
                                      <w:lang w:val="en-US" w:eastAsia="zh-CN"/>
                                    </w:rPr>
                                    <w:t xml:space="preserve">长恨歌  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auto"/>
                                      <w:sz w:val="44"/>
                                      <w:szCs w:val="52"/>
                                      <w:vertAlign w:val="baseline"/>
                                      <w:lang w:val="en-US" w:eastAsia="zh-CN"/>
                                    </w:rPr>
                                    <w:t>作者：白居易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45pt;margin-top:16.65pt;height:711.25pt;width:433.7pt;z-index:251658240;mso-width-relative:page;mso-height-relative:page;" filled="f" stroked="f" coordsize="21600,21600" o:gfxdata="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C92Th90AAAAMAQAADwAAAAAAAAABACAAAAAi&#10;AAAAZHJzL2Rvd25yZXYueG1sUEsBAhQAFAAAAAgAh07iQMjIDgiwAgAAWQUAAA4AAAAAAAAAAQAg&#10;AAAALAEAAGRycy9lMm9Eb2MueG1sUEsFBgAAAAAGAAYAWQEAAE4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tbl>
                      <w:tblPr>
                        <w:tblStyle w:val="6"/>
                        <w:tblpPr w:leftFromText="180" w:rightFromText="180" w:horzAnchor="margin" w:tblpXSpec="left" w:tblpY="-13843"/>
                        <w:tblOverlap w:val="never"/>
                        <w:tblW w:w="0" w:type="auto"/>
                        <w:tblInd w:w="14" w:type="dxa"/>
                        <w:tblBorders>
                          <w:top w:val="thinThickSmallGap" w:color="C00000" w:sz="24" w:space="0"/>
                          <w:left w:val="thinThickSmallGap" w:color="C00000" w:sz="24" w:space="0"/>
                          <w:bottom w:val="thinThickSmallGap" w:color="C00000" w:sz="24" w:space="0"/>
                          <w:right w:val="thinThickSmallGap" w:color="C00000" w:sz="24" w:space="0"/>
                          <w:insideH w:val="single" w:color="C00000" w:sz="12" w:space="0"/>
                          <w:insideV w:val="single" w:color="C00000" w:sz="12" w:space="0"/>
                        </w:tblBorders>
                        <w:tblLayout w:type="autofit"/>
                        <w:tblCellMar>
                          <w:left w:w="108" w:type="dxa"/>
                          <w:right w:w="108" w:type="dxa"/>
                        </w:tblCellMar>
                      </w:tblPr>
                      <w:tblGrid>
                        <w:gridCol w:w="1404"/>
                        <w:gridCol w:w="1404"/>
                        <w:gridCol w:w="1404"/>
                        <w:gridCol w:w="1405"/>
                        <w:gridCol w:w="1405"/>
                        <w:gridCol w:w="1405"/>
                      </w:tblGrid>
                      <w:tr>
                        <w:tblPrEx>
                          <w:tblBorders>
                            <w:top w:val="thinThickSmallGap" w:color="C00000" w:sz="24" w:space="0"/>
                            <w:left w:val="thinThickSmallGap" w:color="C00000" w:sz="24" w:space="0"/>
                            <w:bottom w:val="thinThickSmallGap" w:color="C00000" w:sz="24" w:space="0"/>
                            <w:right w:val="thinThickSmallGap" w:color="C00000" w:sz="24" w:space="0"/>
                            <w:insideH w:val="single" w:color="C00000" w:sz="12" w:space="0"/>
                            <w:insideV w:val="single" w:color="C00000" w:sz="12" w:space="0"/>
                          </w:tblBorders>
                          <w:tblCellMar>
                            <w:left w:w="108" w:type="dxa"/>
                            <w:right w:w="108" w:type="dxa"/>
                          </w:tblCellMar>
                        </w:tblPrEx>
                        <w:trPr>
                          <w:trHeight w:val="13847" w:hRule="atLeast"/>
                        </w:trPr>
                        <w:tc>
                          <w:tcPr>
                            <w:tcW w:w="1404" w:type="dxa"/>
                            <w:textDirection w:val="tbRlV"/>
                            <w:vAlign w:val="center"/>
                          </w:tcPr>
                          <w:p>
                            <w:pPr>
                              <w:ind w:left="113" w:right="113"/>
                              <w:jc w:val="both"/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承欢侍宴无闲暇，春从春游夜专夜。</w:t>
                            </w:r>
                            <w:r>
                              <w:rPr>
                                <w:rFonts w:hint="default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 </w:t>
                            </w: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后宫佳丽三千人，三千宠爱在一身。</w:t>
                            </w:r>
                            <w:r>
                              <w:rPr>
                                <w:rFonts w:hint="default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04" w:type="dxa"/>
                            <w:textDirection w:val="tbRlV"/>
                            <w:vAlign w:val="center"/>
                          </w:tcPr>
                          <w:p>
                            <w:pPr>
                              <w:ind w:left="113" w:right="113"/>
                              <w:jc w:val="both"/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云</w:t>
                            </w: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鬓花颜金步摇，芙蓉帐暖度春宵。春宵苦短日高起，从此君王不早朝。</w:t>
                            </w:r>
                            <w:r>
                              <w:rPr>
                                <w:rFonts w:hint="default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  </w:t>
                            </w:r>
                          </w:p>
                        </w:tc>
                        <w:tc>
                          <w:tcPr>
                            <w:tcW w:w="1404" w:type="dxa"/>
                            <w:textDirection w:val="tbRlV"/>
                            <w:vAlign w:val="center"/>
                          </w:tcPr>
                          <w:p>
                            <w:pPr>
                              <w:ind w:left="113" w:right="113"/>
                              <w:jc w:val="both"/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春寒赐浴华清池，温泉水滑洗凝脂</w:t>
                            </w: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  <w:lang w:eastAsia="zh-CN"/>
                              </w:rPr>
                              <w:t>。</w:t>
                            </w: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侍儿扶起娇无力，始是新承恩泽时。</w:t>
                            </w:r>
                            <w:r>
                              <w:rPr>
                                <w:rFonts w:hint="default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  </w:t>
                            </w:r>
                          </w:p>
                        </w:tc>
                        <w:tc>
                          <w:tcPr>
                            <w:tcW w:w="1405" w:type="dxa"/>
                            <w:textDirection w:val="tbRlV"/>
                            <w:vAlign w:val="center"/>
                          </w:tcPr>
                          <w:p>
                            <w:pPr>
                              <w:ind w:left="113" w:right="113"/>
                              <w:jc w:val="both"/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天生丽质难自弃，一朝选在君王侧。回眸一笑百媚生，六宫粉黛无颜色。</w:t>
                            </w:r>
                          </w:p>
                        </w:tc>
                        <w:tc>
                          <w:tcPr>
                            <w:tcW w:w="1405" w:type="dxa"/>
                            <w:textDirection w:val="tbRlV"/>
                            <w:vAlign w:val="center"/>
                          </w:tcPr>
                          <w:p>
                            <w:pPr>
                              <w:ind w:left="113" w:right="113"/>
                              <w:jc w:val="both"/>
                              <w:rPr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汉皇重色思倾国，御宇多年求不得。杨家有女初长成，养在深闺人未识。</w:t>
                            </w:r>
                            <w:r>
                              <w:rPr>
                                <w:rFonts w:hint="eastAsia" w:ascii="楷体" w:hAnsi="楷体" w:eastAsia="楷体" w:cs="楷体"/>
                                <w:i w:val="0"/>
                                <w:caps w:val="0"/>
                                <w:color w:val="333333"/>
                                <w:spacing w:val="0"/>
                                <w:sz w:val="44"/>
                                <w:szCs w:val="44"/>
                                <w:shd w:val="clear" w:fill="FFFFFF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05" w:type="dxa"/>
                            <w:textDirection w:val="tbRlV"/>
                            <w:vAlign w:val="center"/>
                          </w:tcPr>
                          <w:p>
                            <w:pPr>
                              <w:ind w:left="113" w:right="113"/>
                              <w:jc w:val="both"/>
                              <w:rPr>
                                <w:rFonts w:hint="default" w:eastAsiaTheme="minorEastAsia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color w:val="auto"/>
                                <w:sz w:val="52"/>
                                <w:szCs w:val="72"/>
                                <w:vertAlign w:val="baseline"/>
                                <w:lang w:val="en-US" w:eastAsia="zh-CN"/>
                              </w:rPr>
                              <w:t xml:space="preserve">长恨歌  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auto"/>
                                <w:sz w:val="44"/>
                                <w:szCs w:val="52"/>
                                <w:vertAlign w:val="baseline"/>
                                <w:lang w:val="en-US" w:eastAsia="zh-CN"/>
                              </w:rPr>
                              <w:t>作者：白居易</w:t>
                            </w: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134" w:right="1701" w:bottom="1134" w:left="1701" w:header="851" w:footer="992" w:gutter="0"/>
      <w:pgNumType w:fmt="decimal"/>
      <w:cols w:space="0" w:num="1"/>
      <w:rtlGutter w:val="0"/>
      <w:docGrid w:type="lines" w:linePitch="7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思源宋体 Heavy">
    <w:panose1 w:val="02020900000000000000"/>
    <w:charset w:val="86"/>
    <w:family w:val="auto"/>
    <w:pitch w:val="default"/>
    <w:sig w:usb0="30000083" w:usb1="2BDF3C10" w:usb2="00000016" w:usb3="00000000" w:csb0="602E0107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2921000</wp:posOffset>
          </wp:positionH>
          <wp:positionV relativeFrom="paragraph">
            <wp:posOffset>-4015740</wp:posOffset>
          </wp:positionV>
          <wp:extent cx="4835525" cy="4835525"/>
          <wp:effectExtent l="0" t="0" r="0" b="3175"/>
          <wp:wrapNone/>
          <wp:docPr id="2" name="图片 2" descr="水墨风竹子装饰免扣素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水墨风竹子装饰免扣素材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35525" cy="4835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1108075</wp:posOffset>
          </wp:positionH>
          <wp:positionV relativeFrom="paragraph">
            <wp:posOffset>-555625</wp:posOffset>
          </wp:positionV>
          <wp:extent cx="5355590" cy="1680845"/>
          <wp:effectExtent l="0" t="0" r="16510" b="0"/>
          <wp:wrapNone/>
          <wp:docPr id="5" name="图片 5" descr="780 (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780 (6)"/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F6F6F6">
                          <a:alpha val="100000"/>
                        </a:srgbClr>
                      </a:clrFrom>
                      <a:clrTo>
                        <a:srgbClr val="F6F6F6">
                          <a:alpha val="100000"/>
                          <a:alpha val="0"/>
                        </a:srgbClr>
                      </a:clrTo>
                    </a:clrChange>
                  </a:blip>
                  <a:srcRect t="29381" r="41651" b="52305"/>
                  <a:stretch>
                    <a:fillRect/>
                  </a:stretch>
                </pic:blipFill>
                <pic:spPr>
                  <a:xfrm>
                    <a:off x="0" y="0"/>
                    <a:ext cx="5355590" cy="1680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2524125</wp:posOffset>
          </wp:positionH>
          <wp:positionV relativeFrom="paragraph">
            <wp:posOffset>3010535</wp:posOffset>
          </wp:positionV>
          <wp:extent cx="2248535" cy="1273810"/>
          <wp:effectExtent l="0" t="0" r="18415" b="2540"/>
          <wp:wrapNone/>
          <wp:docPr id="7" name="图片 7" descr="C:/Users/ADMINI~1/AppData/Local/Temp/kaimatting/20200212162349/output_aiMatting_20200212162401.pngoutput_aiMatting_20200212162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C:/Users/ADMINI~1/AppData/Local/Temp/kaimatting/20200212162349/output_aiMatting_20200212162401.pngoutput_aiMatting_202002121624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8535" cy="1273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-1111250</wp:posOffset>
          </wp:positionH>
          <wp:positionV relativeFrom="paragraph">
            <wp:posOffset>-700405</wp:posOffset>
          </wp:positionV>
          <wp:extent cx="1619885" cy="1386840"/>
          <wp:effectExtent l="5080" t="0" r="13335" b="784860"/>
          <wp:wrapSquare wrapText="bothSides"/>
          <wp:docPr id="4" name="图片 4" descr="C:/Users/ADMINI~1/AppData/Local/Temp/kaimatting/20200212161531/output_aiMatting_20200212161533.pngoutput_aiMatting_20200212161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C:/Users/ADMINI~1/AppData/Local/Temp/kaimatting/20200212161531/output_aiMatting_20200212161533.pngoutput_aiMatting_2020021216153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H="1">
                    <a:off x="0" y="0"/>
                    <a:ext cx="1619885" cy="1386840"/>
                  </a:xfrm>
                  <a:prstGeom prst="rect">
                    <a:avLst/>
                  </a:prstGeom>
                  <a:effectLst>
                    <a:reflection blurRad="6350" stA="50000" endA="300" endPos="55000" dir="5400000" sy="-100000" algn="bl" rotWithShape="0"/>
                  </a:effec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embedSystemFonts/>
  <w:bordersDoNotSurroundHeader w:val="0"/>
  <w:bordersDoNotSurroundFooter w:val="0"/>
  <w:attachedTemplate r:id="rId1"/>
  <w:documentProtection w:enforcement="0"/>
  <w:defaultTabStop w:val="420"/>
  <w:drawingGridHorizontalSpacing w:val="181"/>
  <w:drawingGridVerticalSpacing w:val="36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125BA"/>
    <w:rsid w:val="028570F5"/>
    <w:rsid w:val="066125BA"/>
    <w:rsid w:val="1FE37681"/>
    <w:rsid w:val="32061AD3"/>
    <w:rsid w:val="3C045CFA"/>
    <w:rsid w:val="427C6A27"/>
    <w:rsid w:val="538B2D2A"/>
    <w:rsid w:val="5DF44AC6"/>
    <w:rsid w:val="5FA909E4"/>
    <w:rsid w:val="68D84B46"/>
    <w:rsid w:val="6C0814AE"/>
    <w:rsid w:val="71C178D6"/>
    <w:rsid w:val="7321440A"/>
    <w:rsid w:val="747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SF-L\AppData\Roaming\kingsoft\office6\templates\download\ddd6ea53-7d75-403b-b84d-18cb506eade9\&#21476;&#39118;&#27700;&#22696;&#30011;&#20449;&#3244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古风水墨画信纸.docx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2021-06-10T10:51:00Z</dcterms:created>
  <dc:creator>松子</dc:creator>
  <cp:lastModifiedBy>松子</cp:lastModifiedBy>
  <dcterms:modified xsi:type="dcterms:W3CDTF">2021-06-11T08:20:37Z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UUID">
    <vt:lpwstr>v1.0_mb_L2fEzlhac++29+JIYn6Rhg==</vt:lpwstr>
  </property>
</Properties>
</file>