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E7E6E6" w:themeColor="background2"/>
  <w:body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701" w:bottom="1134" w:left="1701" w:header="851" w:footer="992" w:gutter="0"/>
      <w:pgNumType w:fmt="decimal"/>
      <w:cols w:space="0" w:num="1"/>
      <w:rtlGutter w:val="0"/>
      <w:docGrid w:type="lines" w:linePitch="72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2921000</wp:posOffset>
          </wp:positionH>
          <wp:positionV relativeFrom="paragraph">
            <wp:posOffset>-4015740</wp:posOffset>
          </wp:positionV>
          <wp:extent cx="4835525" cy="4835525"/>
          <wp:effectExtent l="0" t="0" r="0" b="3175"/>
          <wp:wrapNone/>
          <wp:docPr id="2" name="图片 2" descr="水墨风竹子装饰免扣素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水墨风竹子装饰免扣素材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35525" cy="4835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1108075</wp:posOffset>
          </wp:positionH>
          <wp:positionV relativeFrom="paragraph">
            <wp:posOffset>-555625</wp:posOffset>
          </wp:positionV>
          <wp:extent cx="5355590" cy="1680845"/>
          <wp:effectExtent l="0" t="0" r="16510" b="0"/>
          <wp:wrapNone/>
          <wp:docPr id="5" name="图片 5" descr="780 (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780 (6)"/>
                  <pic:cNvPicPr>
                    <a:picLocks noChangeAspect="1"/>
                  </pic:cNvPicPr>
                </pic:nvPicPr>
                <pic:blipFill>
                  <a:blip r:embed="rId2">
                    <a:clrChange>
                      <a:clrFrom>
                        <a:srgbClr val="F6F6F6">
                          <a:alpha val="100000"/>
                        </a:srgbClr>
                      </a:clrFrom>
                      <a:clrTo>
                        <a:srgbClr val="F6F6F6">
                          <a:alpha val="100000"/>
                          <a:alpha val="0"/>
                        </a:srgbClr>
                      </a:clrTo>
                    </a:clrChange>
                  </a:blip>
                  <a:srcRect t="29381" r="41651" b="52305"/>
                  <a:stretch>
                    <a:fillRect/>
                  </a:stretch>
                </pic:blipFill>
                <pic:spPr>
                  <a:xfrm>
                    <a:off x="0" y="0"/>
                    <a:ext cx="5355590" cy="1680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2524125</wp:posOffset>
          </wp:positionH>
          <wp:positionV relativeFrom="paragraph">
            <wp:posOffset>3010535</wp:posOffset>
          </wp:positionV>
          <wp:extent cx="2248535" cy="1273810"/>
          <wp:effectExtent l="0" t="0" r="18415" b="2540"/>
          <wp:wrapNone/>
          <wp:docPr id="7" name="图片 7" descr="C:/Users/ADMINI~1/AppData/Local/Temp/kaimatting/20200212162349/output_aiMatting_20200212162401.pngoutput_aiMatting_202002121624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C:/Users/ADMINI~1/AppData/Local/Temp/kaimatting/20200212162349/output_aiMatting_20200212162401.pngoutput_aiMatting_202002121624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48535" cy="1273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-1111250</wp:posOffset>
          </wp:positionH>
          <wp:positionV relativeFrom="paragraph">
            <wp:posOffset>-700405</wp:posOffset>
          </wp:positionV>
          <wp:extent cx="1619885" cy="1386840"/>
          <wp:effectExtent l="5080" t="0" r="13335" b="784860"/>
          <wp:wrapSquare wrapText="bothSides"/>
          <wp:docPr id="4" name="图片 4" descr="C:/Users/ADMINI~1/AppData/Local/Temp/kaimatting/20200212161531/output_aiMatting_20200212161533.pngoutput_aiMatting_202002121615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C:/Users/ADMINI~1/AppData/Local/Temp/kaimatting/20200212161531/output_aiMatting_20200212161533.pngoutput_aiMatting_2020021216153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 flipH="1">
                    <a:off x="0" y="0"/>
                    <a:ext cx="1619885" cy="1386840"/>
                  </a:xfrm>
                  <a:prstGeom prst="rect">
                    <a:avLst/>
                  </a:prstGeom>
                  <a:effectLst>
                    <a:reflection blurRad="6350" stA="50000" endA="300" endPos="55000" dir="5400000" sy="-100000" algn="bl" rotWithShape="0"/>
                  </a:effectLst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attachedTemplate r:id="rId1"/>
  <w:documentProtection w:enforcement="0"/>
  <w:defaultTabStop w:val="420"/>
  <w:drawingGridHorizontalSpacing w:val="181"/>
  <w:drawingGridVerticalSpacing w:val="36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125BA"/>
    <w:rsid w:val="066125BA"/>
    <w:rsid w:val="1FE37681"/>
    <w:rsid w:val="32061AD3"/>
    <w:rsid w:val="3C045CFA"/>
    <w:rsid w:val="427C6A27"/>
    <w:rsid w:val="538B2D2A"/>
    <w:rsid w:val="5DF44AC6"/>
    <w:rsid w:val="5FA909E4"/>
    <w:rsid w:val="6C0814AE"/>
    <w:rsid w:val="71C178D6"/>
    <w:rsid w:val="7321440A"/>
    <w:rsid w:val="747D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SF-L\AppData\Roaming\kingsoft\office6\templates\download\ddd6ea53-7d75-403b-b84d-18cb506eade9\&#21476;&#39118;&#27700;&#22696;&#30011;&#20449;&#3244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古风水墨画信纸.docx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2021-06-10T10:51:00Z</dcterms:created>
  <dc:creator>松子</dc:creator>
  <cp:lastModifiedBy>松子</cp:lastModifiedBy>
  <dcterms:modified xsi:type="dcterms:W3CDTF">2021-06-10T10:52:34Z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TemplateUUID">
    <vt:lpwstr>v1.0_mb_L2fEzlhac++29+JIYn6Rhg==</vt:lpwstr>
  </property>
</Properties>
</file>